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5B4548" w:rsidRDefault="0085747A" w:rsidP="00B54CE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B454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B4548" w:rsidRDefault="0071620A" w:rsidP="00B54CE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B454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B4548">
        <w:rPr>
          <w:rFonts w:ascii="Corbel" w:hAnsi="Corbel"/>
          <w:b/>
          <w:smallCaps/>
          <w:sz w:val="24"/>
          <w:szCs w:val="24"/>
        </w:rPr>
        <w:t xml:space="preserve"> </w:t>
      </w:r>
      <w:r w:rsidR="00B54CED" w:rsidRPr="005B4548">
        <w:rPr>
          <w:rFonts w:ascii="Corbel" w:hAnsi="Corbel"/>
          <w:b/>
          <w:smallCaps/>
          <w:sz w:val="24"/>
          <w:szCs w:val="24"/>
        </w:rPr>
        <w:t>202</w:t>
      </w:r>
      <w:r w:rsidR="003E0101">
        <w:rPr>
          <w:rFonts w:ascii="Corbel" w:hAnsi="Corbel"/>
          <w:b/>
          <w:smallCaps/>
          <w:sz w:val="24"/>
          <w:szCs w:val="24"/>
        </w:rPr>
        <w:t>1</w:t>
      </w:r>
      <w:r w:rsidR="00B54CED" w:rsidRPr="005B4548">
        <w:rPr>
          <w:rFonts w:ascii="Corbel" w:hAnsi="Corbel"/>
          <w:b/>
          <w:smallCaps/>
          <w:sz w:val="24"/>
          <w:szCs w:val="24"/>
        </w:rPr>
        <w:t>/202</w:t>
      </w:r>
      <w:r w:rsidR="003E0101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5B4548" w:rsidRDefault="00445970" w:rsidP="00B54CE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5B4548">
        <w:rPr>
          <w:rFonts w:ascii="Corbel" w:hAnsi="Corbel"/>
          <w:sz w:val="24"/>
          <w:szCs w:val="24"/>
        </w:rPr>
        <w:t xml:space="preserve">Rok akademicki   </w:t>
      </w:r>
      <w:r w:rsidR="00EA5E8C" w:rsidRPr="005B4548">
        <w:rPr>
          <w:rFonts w:ascii="Corbel" w:hAnsi="Corbel"/>
          <w:b/>
          <w:sz w:val="24"/>
          <w:szCs w:val="24"/>
        </w:rPr>
        <w:t>202</w:t>
      </w:r>
      <w:r w:rsidR="003E0101">
        <w:rPr>
          <w:rFonts w:ascii="Corbel" w:hAnsi="Corbel"/>
          <w:b/>
          <w:sz w:val="24"/>
          <w:szCs w:val="24"/>
        </w:rPr>
        <w:t>2</w:t>
      </w:r>
      <w:r w:rsidR="00EA5E8C" w:rsidRPr="005B4548">
        <w:rPr>
          <w:rFonts w:ascii="Corbel" w:hAnsi="Corbel"/>
          <w:b/>
          <w:sz w:val="24"/>
          <w:szCs w:val="24"/>
        </w:rPr>
        <w:t>/202</w:t>
      </w:r>
      <w:r w:rsidR="003E0101">
        <w:rPr>
          <w:rFonts w:ascii="Corbel" w:hAnsi="Corbel"/>
          <w:b/>
          <w:sz w:val="24"/>
          <w:szCs w:val="24"/>
        </w:rPr>
        <w:t>3</w:t>
      </w:r>
      <w:bookmarkStart w:id="0" w:name="_GoBack"/>
      <w:bookmarkEnd w:id="0"/>
    </w:p>
    <w:p w:rsidR="0085747A" w:rsidRPr="005B454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B454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B4548">
        <w:rPr>
          <w:rFonts w:ascii="Corbel" w:hAnsi="Corbel"/>
          <w:szCs w:val="24"/>
        </w:rPr>
        <w:t xml:space="preserve">1. </w:t>
      </w:r>
      <w:r w:rsidR="0085747A" w:rsidRPr="005B4548">
        <w:rPr>
          <w:rFonts w:ascii="Corbel" w:hAnsi="Corbel"/>
          <w:szCs w:val="24"/>
        </w:rPr>
        <w:t xml:space="preserve">Podstawowe </w:t>
      </w:r>
      <w:r w:rsidR="00445970" w:rsidRPr="005B45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B4548" w:rsidTr="00B819C8">
        <w:tc>
          <w:tcPr>
            <w:tcW w:w="2694" w:type="dxa"/>
            <w:vAlign w:val="center"/>
          </w:tcPr>
          <w:p w:rsidR="0085747A" w:rsidRPr="005B45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B4548" w:rsidRDefault="00B54CED" w:rsidP="003F5B55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p</w:t>
            </w:r>
            <w:r w:rsidR="00AD1317" w:rsidRPr="005B4548">
              <w:rPr>
                <w:rFonts w:ascii="Corbel" w:hAnsi="Corbel"/>
                <w:sz w:val="24"/>
                <w:szCs w:val="24"/>
              </w:rPr>
              <w:t>edagogika osób z niepełnosprawnością intelektualną</w:t>
            </w:r>
          </w:p>
        </w:tc>
      </w:tr>
      <w:tr w:rsidR="00B54CED" w:rsidRPr="005B4548" w:rsidTr="00B819C8">
        <w:tc>
          <w:tcPr>
            <w:tcW w:w="2694" w:type="dxa"/>
            <w:vAlign w:val="center"/>
          </w:tcPr>
          <w:p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54CED" w:rsidRPr="005B4548" w:rsidRDefault="00B54CED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54CED" w:rsidRPr="005B4548" w:rsidTr="00B819C8">
        <w:tc>
          <w:tcPr>
            <w:tcW w:w="2694" w:type="dxa"/>
            <w:vAlign w:val="center"/>
          </w:tcPr>
          <w:p w:rsidR="00B54CED" w:rsidRPr="005B4548" w:rsidRDefault="00B54CE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54CED" w:rsidRPr="005B4548" w:rsidRDefault="00B54CED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54CED" w:rsidRPr="005B4548" w:rsidTr="00B819C8">
        <w:tc>
          <w:tcPr>
            <w:tcW w:w="2694" w:type="dxa"/>
            <w:vAlign w:val="center"/>
          </w:tcPr>
          <w:p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54CED" w:rsidRPr="005B4548" w:rsidRDefault="00B54CED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54CED" w:rsidRPr="005B4548" w:rsidTr="00B819C8">
        <w:tc>
          <w:tcPr>
            <w:tcW w:w="2694" w:type="dxa"/>
            <w:vAlign w:val="center"/>
          </w:tcPr>
          <w:p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54CED" w:rsidRPr="005B4548" w:rsidRDefault="00B54CED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54CED" w:rsidRPr="005B4548" w:rsidTr="00B819C8">
        <w:tc>
          <w:tcPr>
            <w:tcW w:w="2694" w:type="dxa"/>
            <w:vAlign w:val="center"/>
          </w:tcPr>
          <w:p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54CED" w:rsidRPr="005B4548" w:rsidRDefault="00B54CED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54CED" w:rsidRPr="005B4548" w:rsidTr="00B819C8">
        <w:tc>
          <w:tcPr>
            <w:tcW w:w="2694" w:type="dxa"/>
            <w:vAlign w:val="center"/>
          </w:tcPr>
          <w:p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54CED" w:rsidRPr="005B4548" w:rsidRDefault="00B54CED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54CED" w:rsidRPr="005B4548" w:rsidTr="00B819C8">
        <w:tc>
          <w:tcPr>
            <w:tcW w:w="2694" w:type="dxa"/>
            <w:vAlign w:val="center"/>
          </w:tcPr>
          <w:p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54CED" w:rsidRPr="005B4548" w:rsidRDefault="00B54CED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54CED" w:rsidRPr="005B4548" w:rsidTr="00B819C8">
        <w:tc>
          <w:tcPr>
            <w:tcW w:w="2694" w:type="dxa"/>
            <w:vAlign w:val="center"/>
          </w:tcPr>
          <w:p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54CED" w:rsidRPr="005B4548" w:rsidRDefault="00B54CED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="00B54CED" w:rsidRPr="005B4548" w:rsidTr="00B819C8">
        <w:tc>
          <w:tcPr>
            <w:tcW w:w="2694" w:type="dxa"/>
            <w:vAlign w:val="center"/>
          </w:tcPr>
          <w:p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54CED" w:rsidRPr="005B4548" w:rsidRDefault="00B54CED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B54CED" w:rsidRPr="005B4548" w:rsidTr="00B819C8">
        <w:tc>
          <w:tcPr>
            <w:tcW w:w="2694" w:type="dxa"/>
            <w:vAlign w:val="center"/>
          </w:tcPr>
          <w:p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54CED" w:rsidRPr="005B4548" w:rsidRDefault="00B54CED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54CED" w:rsidRPr="005B4548" w:rsidTr="00B819C8">
        <w:tc>
          <w:tcPr>
            <w:tcW w:w="2694" w:type="dxa"/>
            <w:vAlign w:val="center"/>
          </w:tcPr>
          <w:p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54CED" w:rsidRPr="005B4548" w:rsidRDefault="00B54CED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B54CED" w:rsidRPr="005B4548" w:rsidTr="00B819C8">
        <w:tc>
          <w:tcPr>
            <w:tcW w:w="2694" w:type="dxa"/>
            <w:vAlign w:val="center"/>
          </w:tcPr>
          <w:p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54CED" w:rsidRPr="005B4548" w:rsidRDefault="00B54CED" w:rsidP="00B54C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5B4548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</w:tbl>
    <w:p w:rsidR="0085747A" w:rsidRPr="005B45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B4548">
        <w:rPr>
          <w:rFonts w:ascii="Corbel" w:hAnsi="Corbel"/>
          <w:sz w:val="24"/>
          <w:szCs w:val="24"/>
        </w:rPr>
        <w:t xml:space="preserve">* </w:t>
      </w:r>
      <w:r w:rsidRPr="005B4548">
        <w:rPr>
          <w:rFonts w:ascii="Corbel" w:hAnsi="Corbel"/>
          <w:i/>
          <w:sz w:val="24"/>
          <w:szCs w:val="24"/>
        </w:rPr>
        <w:t>-</w:t>
      </w:r>
      <w:r w:rsidR="00B90885" w:rsidRPr="005B45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B4548">
        <w:rPr>
          <w:rFonts w:ascii="Corbel" w:hAnsi="Corbel"/>
          <w:b w:val="0"/>
          <w:sz w:val="24"/>
          <w:szCs w:val="24"/>
        </w:rPr>
        <w:t>e,</w:t>
      </w:r>
      <w:r w:rsidRPr="005B4548">
        <w:rPr>
          <w:rFonts w:ascii="Corbel" w:hAnsi="Corbel"/>
          <w:i/>
          <w:sz w:val="24"/>
          <w:szCs w:val="24"/>
        </w:rPr>
        <w:t xml:space="preserve"> </w:t>
      </w:r>
      <w:r w:rsidRPr="005B45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B454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5B45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5B4548" w:rsidRDefault="0085747A" w:rsidP="00B54CED">
      <w:pPr>
        <w:pStyle w:val="Podpunkty"/>
        <w:ind w:left="284"/>
        <w:rPr>
          <w:rFonts w:ascii="Corbel" w:hAnsi="Corbel"/>
          <w:sz w:val="24"/>
          <w:szCs w:val="24"/>
        </w:rPr>
      </w:pPr>
      <w:r w:rsidRPr="005B4548">
        <w:rPr>
          <w:rFonts w:ascii="Corbel" w:hAnsi="Corbel"/>
          <w:sz w:val="24"/>
          <w:szCs w:val="24"/>
        </w:rPr>
        <w:t>1.</w:t>
      </w:r>
      <w:r w:rsidR="00E22FBC" w:rsidRPr="005B4548">
        <w:rPr>
          <w:rFonts w:ascii="Corbel" w:hAnsi="Corbel"/>
          <w:sz w:val="24"/>
          <w:szCs w:val="24"/>
        </w:rPr>
        <w:t>1</w:t>
      </w:r>
      <w:r w:rsidRPr="005B454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229"/>
        <w:gridCol w:w="1505"/>
      </w:tblGrid>
      <w:tr w:rsidR="00015B8F" w:rsidRPr="005B4548" w:rsidTr="00DE05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B45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548">
              <w:rPr>
                <w:rFonts w:ascii="Corbel" w:hAnsi="Corbel"/>
                <w:szCs w:val="24"/>
              </w:rPr>
              <w:t>Semestr</w:t>
            </w:r>
          </w:p>
          <w:p w:rsidR="00015B8F" w:rsidRPr="005B45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548">
              <w:rPr>
                <w:rFonts w:ascii="Corbel" w:hAnsi="Corbel"/>
                <w:szCs w:val="24"/>
              </w:rPr>
              <w:t>(</w:t>
            </w:r>
            <w:r w:rsidR="00363F78" w:rsidRPr="005B45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B45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B4548">
              <w:rPr>
                <w:rFonts w:ascii="Corbel" w:hAnsi="Corbel"/>
                <w:szCs w:val="24"/>
              </w:rPr>
              <w:t>Wykł</w:t>
            </w:r>
            <w:proofErr w:type="spellEnd"/>
            <w:r w:rsidRPr="005B45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B45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5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B45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B4548">
              <w:rPr>
                <w:rFonts w:ascii="Corbel" w:hAnsi="Corbel"/>
                <w:szCs w:val="24"/>
              </w:rPr>
              <w:t>Konw</w:t>
            </w:r>
            <w:proofErr w:type="spellEnd"/>
            <w:r w:rsidRPr="005B45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B45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5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B45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B4548">
              <w:rPr>
                <w:rFonts w:ascii="Corbel" w:hAnsi="Corbel"/>
                <w:szCs w:val="24"/>
              </w:rPr>
              <w:t>Sem</w:t>
            </w:r>
            <w:proofErr w:type="spellEnd"/>
            <w:r w:rsidRPr="005B45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B45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5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B45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B4548">
              <w:rPr>
                <w:rFonts w:ascii="Corbel" w:hAnsi="Corbel"/>
                <w:szCs w:val="24"/>
              </w:rPr>
              <w:t>Prakt</w:t>
            </w:r>
            <w:proofErr w:type="spellEnd"/>
            <w:r w:rsidRPr="005B45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B4548" w:rsidRDefault="00B54CE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54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B45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B4548">
              <w:rPr>
                <w:rFonts w:ascii="Corbel" w:hAnsi="Corbel"/>
                <w:b/>
                <w:szCs w:val="24"/>
              </w:rPr>
              <w:t>Liczba pkt</w:t>
            </w:r>
            <w:r w:rsidR="00B90885" w:rsidRPr="005B4548">
              <w:rPr>
                <w:rFonts w:ascii="Corbel" w:hAnsi="Corbel"/>
                <w:b/>
                <w:szCs w:val="24"/>
              </w:rPr>
              <w:t>.</w:t>
            </w:r>
            <w:r w:rsidRPr="005B45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B4548" w:rsidTr="00B54CE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B4548" w:rsidRDefault="00DE05AC" w:rsidP="00B54C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B45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B45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B45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B45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B45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B45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B45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B4548" w:rsidRDefault="00B54C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B4548" w:rsidRDefault="00DE05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5B454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B45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B4548">
        <w:rPr>
          <w:rFonts w:ascii="Corbel" w:hAnsi="Corbel"/>
          <w:smallCaps w:val="0"/>
          <w:szCs w:val="24"/>
        </w:rPr>
        <w:t>1.</w:t>
      </w:r>
      <w:r w:rsidR="00E22FBC" w:rsidRPr="005B4548">
        <w:rPr>
          <w:rFonts w:ascii="Corbel" w:hAnsi="Corbel"/>
          <w:smallCaps w:val="0"/>
          <w:szCs w:val="24"/>
        </w:rPr>
        <w:t>2</w:t>
      </w:r>
      <w:r w:rsidR="00F83B28" w:rsidRPr="005B4548">
        <w:rPr>
          <w:rFonts w:ascii="Corbel" w:hAnsi="Corbel"/>
          <w:smallCaps w:val="0"/>
          <w:szCs w:val="24"/>
        </w:rPr>
        <w:t>.</w:t>
      </w:r>
      <w:r w:rsidR="00F83B28" w:rsidRPr="005B4548">
        <w:rPr>
          <w:rFonts w:ascii="Corbel" w:hAnsi="Corbel"/>
          <w:smallCaps w:val="0"/>
          <w:szCs w:val="24"/>
        </w:rPr>
        <w:tab/>
      </w:r>
      <w:r w:rsidRPr="005B4548">
        <w:rPr>
          <w:rFonts w:ascii="Corbel" w:hAnsi="Corbel"/>
          <w:smallCaps w:val="0"/>
          <w:szCs w:val="24"/>
        </w:rPr>
        <w:t xml:space="preserve">Sposób realizacji zajęć  </w:t>
      </w:r>
    </w:p>
    <w:p w:rsidR="00B54CED" w:rsidRPr="005B4548" w:rsidRDefault="00B54CED" w:rsidP="00B54CE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B4548">
        <w:rPr>
          <w:rFonts w:ascii="Corbel" w:eastAsia="MS Gothic" w:hAnsi="Corbel"/>
          <w:b w:val="0"/>
          <w:szCs w:val="24"/>
        </w:rPr>
        <w:sym w:font="Wingdings" w:char="F078"/>
      </w:r>
      <w:r w:rsidRPr="005B4548">
        <w:rPr>
          <w:rFonts w:ascii="Corbel" w:eastAsia="MS Gothic" w:hAnsi="Corbel"/>
          <w:b w:val="0"/>
          <w:szCs w:val="24"/>
        </w:rPr>
        <w:t xml:space="preserve"> </w:t>
      </w:r>
      <w:r w:rsidRPr="005B4548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5B454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B4548">
        <w:rPr>
          <w:rFonts w:ascii="MS Gothic" w:eastAsia="MS Gothic" w:hAnsi="MS Gothic" w:cs="MS Gothic" w:hint="eastAsia"/>
          <w:b w:val="0"/>
          <w:szCs w:val="24"/>
        </w:rPr>
        <w:t>☐</w:t>
      </w:r>
      <w:r w:rsidRPr="005B454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5B454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5B45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B4548">
        <w:rPr>
          <w:rFonts w:ascii="Corbel" w:hAnsi="Corbel"/>
          <w:smallCaps w:val="0"/>
          <w:szCs w:val="24"/>
        </w:rPr>
        <w:t xml:space="preserve">1.3 </w:t>
      </w:r>
      <w:r w:rsidR="00F83B28" w:rsidRPr="005B4548">
        <w:rPr>
          <w:rFonts w:ascii="Corbel" w:hAnsi="Corbel"/>
          <w:smallCaps w:val="0"/>
          <w:szCs w:val="24"/>
        </w:rPr>
        <w:tab/>
      </w:r>
      <w:r w:rsidRPr="005B4548">
        <w:rPr>
          <w:rFonts w:ascii="Corbel" w:hAnsi="Corbel"/>
          <w:smallCaps w:val="0"/>
          <w:szCs w:val="24"/>
        </w:rPr>
        <w:t>For</w:t>
      </w:r>
      <w:r w:rsidR="00445970" w:rsidRPr="005B4548">
        <w:rPr>
          <w:rFonts w:ascii="Corbel" w:hAnsi="Corbel"/>
          <w:smallCaps w:val="0"/>
          <w:szCs w:val="24"/>
        </w:rPr>
        <w:t xml:space="preserve">ma zaliczenia przedmiotu </w:t>
      </w:r>
      <w:r w:rsidRPr="005B4548">
        <w:rPr>
          <w:rFonts w:ascii="Corbel" w:hAnsi="Corbel"/>
          <w:smallCaps w:val="0"/>
          <w:szCs w:val="24"/>
        </w:rPr>
        <w:t xml:space="preserve"> (z toku) </w:t>
      </w:r>
    </w:p>
    <w:p w:rsidR="00B54CED" w:rsidRPr="005B4548" w:rsidRDefault="00B54CED" w:rsidP="00B54CED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B4548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E960BB" w:rsidRPr="005B454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5B45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B454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B4548" w:rsidTr="00745302">
        <w:tc>
          <w:tcPr>
            <w:tcW w:w="9670" w:type="dxa"/>
          </w:tcPr>
          <w:p w:rsidR="0085747A" w:rsidRPr="005B4548" w:rsidRDefault="00DE05AC" w:rsidP="00B54CED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Zaliczenie przedmiotów z zakresu wprowadzenia do pedagogiki ogólnej</w:t>
            </w:r>
            <w:r w:rsidR="006E1CD4" w:rsidRPr="005B4548">
              <w:rPr>
                <w:rFonts w:ascii="Corbel" w:hAnsi="Corbel"/>
                <w:sz w:val="24"/>
                <w:szCs w:val="24"/>
              </w:rPr>
              <w:t xml:space="preserve"> i historii pedagogiki specjalnej.</w:t>
            </w:r>
          </w:p>
        </w:tc>
      </w:tr>
    </w:tbl>
    <w:p w:rsidR="00153C41" w:rsidRPr="005B45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B45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B4548">
        <w:rPr>
          <w:rFonts w:ascii="Corbel" w:hAnsi="Corbel"/>
          <w:szCs w:val="24"/>
        </w:rPr>
        <w:t>3.</w:t>
      </w:r>
      <w:r w:rsidR="0085747A" w:rsidRPr="005B4548">
        <w:rPr>
          <w:rFonts w:ascii="Corbel" w:hAnsi="Corbel"/>
          <w:szCs w:val="24"/>
        </w:rPr>
        <w:t xml:space="preserve"> </w:t>
      </w:r>
      <w:r w:rsidR="00A84C85" w:rsidRPr="005B4548">
        <w:rPr>
          <w:rFonts w:ascii="Corbel" w:hAnsi="Corbel"/>
          <w:szCs w:val="24"/>
        </w:rPr>
        <w:t>cele, efekty uczenia się</w:t>
      </w:r>
      <w:r w:rsidR="0085747A" w:rsidRPr="005B454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5B45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5B4548" w:rsidRDefault="0071620A" w:rsidP="00B54CED">
      <w:pPr>
        <w:pStyle w:val="Podpunkty"/>
        <w:rPr>
          <w:rFonts w:ascii="Corbel" w:hAnsi="Corbel"/>
          <w:sz w:val="24"/>
          <w:szCs w:val="24"/>
        </w:rPr>
      </w:pPr>
      <w:r w:rsidRPr="005B4548">
        <w:rPr>
          <w:rFonts w:ascii="Corbel" w:hAnsi="Corbel"/>
          <w:sz w:val="24"/>
          <w:szCs w:val="24"/>
        </w:rPr>
        <w:t xml:space="preserve">3.1 </w:t>
      </w:r>
      <w:r w:rsidR="00C05F44" w:rsidRPr="005B4548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47A1F" w:rsidRPr="005B4548" w:rsidTr="00547A1F">
        <w:tc>
          <w:tcPr>
            <w:tcW w:w="845" w:type="dxa"/>
            <w:vAlign w:val="center"/>
          </w:tcPr>
          <w:p w:rsidR="00547A1F" w:rsidRPr="005B4548" w:rsidRDefault="00547A1F" w:rsidP="00B54CE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:rsidR="00547A1F" w:rsidRPr="005B4548" w:rsidRDefault="00547A1F" w:rsidP="00C154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 xml:space="preserve">Celem przedmiotu jest poznanie </w:t>
            </w:r>
            <w:r w:rsidR="00EE1215" w:rsidRPr="005B4548">
              <w:rPr>
                <w:rFonts w:ascii="Corbel" w:hAnsi="Corbel"/>
                <w:b w:val="0"/>
                <w:sz w:val="24"/>
                <w:szCs w:val="24"/>
              </w:rPr>
              <w:t>zakresów pedagogiki specjalnej i jej m</w:t>
            </w:r>
            <w:r w:rsidR="00EE1215" w:rsidRPr="005B454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iejsca w </w:t>
            </w:r>
            <w:r w:rsidR="00EE1215" w:rsidRPr="005B4548">
              <w:rPr>
                <w:rFonts w:ascii="Corbel" w:hAnsi="Corbel"/>
                <w:b w:val="0"/>
                <w:bCs/>
                <w:sz w:val="24"/>
                <w:szCs w:val="24"/>
              </w:rPr>
              <w:lastRenderedPageBreak/>
              <w:t>systemie innych nauk</w:t>
            </w:r>
            <w:r w:rsidR="00EE1215" w:rsidRPr="005B454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B4548">
              <w:rPr>
                <w:rFonts w:ascii="Corbel" w:hAnsi="Corbel"/>
                <w:b w:val="0"/>
                <w:sz w:val="24"/>
                <w:szCs w:val="24"/>
              </w:rPr>
              <w:t xml:space="preserve">oraz przybliżenie studentom sylwetki osoby z niepełnosprawnością intelektualną  wraz z </w:t>
            </w:r>
            <w:r w:rsidR="00D35FBA" w:rsidRPr="005B4548">
              <w:rPr>
                <w:rFonts w:ascii="Corbel" w:hAnsi="Corbel"/>
                <w:b w:val="0"/>
                <w:sz w:val="24"/>
                <w:szCs w:val="24"/>
              </w:rPr>
              <w:t xml:space="preserve">jej </w:t>
            </w:r>
            <w:r w:rsidRPr="005B4548">
              <w:rPr>
                <w:rFonts w:ascii="Corbel" w:hAnsi="Corbel"/>
                <w:b w:val="0"/>
                <w:sz w:val="24"/>
                <w:szCs w:val="24"/>
              </w:rPr>
              <w:t>indywidualnymi potrzebami w systemie edukacji oraz sieci społecznych powiązań.</w:t>
            </w:r>
          </w:p>
        </w:tc>
      </w:tr>
      <w:tr w:rsidR="00547A1F" w:rsidRPr="005B4548" w:rsidTr="00547A1F">
        <w:tc>
          <w:tcPr>
            <w:tcW w:w="845" w:type="dxa"/>
            <w:vAlign w:val="center"/>
          </w:tcPr>
          <w:p w:rsidR="00547A1F" w:rsidRPr="005B4548" w:rsidRDefault="00547A1F" w:rsidP="00B54CE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  <w:vertAlign w:val="subscript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lastRenderedPageBreak/>
              <w:t>C</w:t>
            </w:r>
            <w:r w:rsidRPr="005B4548"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675" w:type="dxa"/>
            <w:vAlign w:val="center"/>
          </w:tcPr>
          <w:p w:rsidR="00547A1F" w:rsidRPr="005B4548" w:rsidRDefault="00547A1F" w:rsidP="00C154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Student zapoznaje się z sytuacją rodzin dziecka z niepełnosprawnością intelektualną oraz postaw społecznych wobec tej grupy osób.</w:t>
            </w:r>
          </w:p>
        </w:tc>
      </w:tr>
      <w:tr w:rsidR="00547A1F" w:rsidRPr="005B4548" w:rsidTr="00547A1F">
        <w:tc>
          <w:tcPr>
            <w:tcW w:w="845" w:type="dxa"/>
            <w:vAlign w:val="center"/>
          </w:tcPr>
          <w:p w:rsidR="00547A1F" w:rsidRPr="005B4548" w:rsidRDefault="00547A1F" w:rsidP="00B54CE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5B4548"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675" w:type="dxa"/>
            <w:vAlign w:val="center"/>
          </w:tcPr>
          <w:p w:rsidR="00547A1F" w:rsidRPr="005B4548" w:rsidRDefault="00547A1F" w:rsidP="00C154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Student odkrywa skuteczne metody pracy z osobą z niepełnosprawnością intelektualną.</w:t>
            </w:r>
          </w:p>
        </w:tc>
      </w:tr>
    </w:tbl>
    <w:p w:rsidR="0085747A" w:rsidRPr="005B45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86AA2" w:rsidRPr="005B4548" w:rsidRDefault="009F4610" w:rsidP="00B54CE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B4548">
        <w:rPr>
          <w:rFonts w:ascii="Corbel" w:hAnsi="Corbel"/>
          <w:b/>
          <w:sz w:val="24"/>
          <w:szCs w:val="24"/>
        </w:rPr>
        <w:t xml:space="preserve">3.2 </w:t>
      </w:r>
      <w:r w:rsidR="001D7B54" w:rsidRPr="005B4548">
        <w:rPr>
          <w:rFonts w:ascii="Corbel" w:hAnsi="Corbel"/>
          <w:b/>
          <w:sz w:val="24"/>
          <w:szCs w:val="24"/>
        </w:rPr>
        <w:t xml:space="preserve">Efekty </w:t>
      </w:r>
      <w:r w:rsidR="00C05F44" w:rsidRPr="005B454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B4548">
        <w:rPr>
          <w:rFonts w:ascii="Corbel" w:hAnsi="Corbel"/>
          <w:b/>
          <w:sz w:val="24"/>
          <w:szCs w:val="24"/>
        </w:rPr>
        <w:t>dla przedmiotu</w:t>
      </w:r>
      <w:r w:rsidR="00445970" w:rsidRPr="005B454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7"/>
        <w:gridCol w:w="1848"/>
      </w:tblGrid>
      <w:tr w:rsidR="0085747A" w:rsidRPr="005B4548" w:rsidTr="009E5CF1">
        <w:tc>
          <w:tcPr>
            <w:tcW w:w="1683" w:type="dxa"/>
            <w:vAlign w:val="center"/>
          </w:tcPr>
          <w:p w:rsidR="0085747A" w:rsidRPr="005B45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B45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B45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2" w:type="dxa"/>
            <w:vAlign w:val="center"/>
          </w:tcPr>
          <w:p w:rsidR="0085747A" w:rsidRPr="005B45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gridSpan w:val="2"/>
            <w:vAlign w:val="center"/>
          </w:tcPr>
          <w:p w:rsidR="0085747A" w:rsidRPr="005B45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B45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54CED" w:rsidRPr="005B4548" w:rsidTr="009E5CF1">
        <w:tc>
          <w:tcPr>
            <w:tcW w:w="1683" w:type="dxa"/>
            <w:vAlign w:val="center"/>
          </w:tcPr>
          <w:p w:rsidR="00B54CED" w:rsidRPr="005B4548" w:rsidRDefault="00B54CE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2" w:type="dxa"/>
            <w:vAlign w:val="center"/>
          </w:tcPr>
          <w:p w:rsidR="00B54CED" w:rsidRPr="005B4548" w:rsidRDefault="00B54CE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gridSpan w:val="2"/>
            <w:vAlign w:val="center"/>
          </w:tcPr>
          <w:p w:rsidR="00B54CED" w:rsidRPr="005B4548" w:rsidRDefault="00B54CE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B4548" w:rsidTr="00B54CED">
        <w:tc>
          <w:tcPr>
            <w:tcW w:w="1683" w:type="dxa"/>
            <w:vAlign w:val="center"/>
          </w:tcPr>
          <w:p w:rsidR="0085747A" w:rsidRPr="005B4548" w:rsidRDefault="0085747A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B454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2" w:type="dxa"/>
          </w:tcPr>
          <w:p w:rsidR="0085747A" w:rsidRPr="005B4548" w:rsidRDefault="00B54CED" w:rsidP="00EE12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86AA2"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definiuje pojęcia z zakresu niepełnosprawności intelektualnej i </w:t>
            </w:r>
            <w:r w:rsidR="00EE1215" w:rsidRPr="005B4548">
              <w:rPr>
                <w:rFonts w:ascii="Corbel" w:hAnsi="Corbel"/>
                <w:b w:val="0"/>
                <w:smallCaps w:val="0"/>
                <w:szCs w:val="24"/>
              </w:rPr>
              <w:t>określi m</w:t>
            </w:r>
            <w:r w:rsidR="00EE1215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iejsce pedagogiki osób z niepełnosprawnością intelektualną w systemie innych nauk.</w:t>
            </w:r>
          </w:p>
        </w:tc>
        <w:tc>
          <w:tcPr>
            <w:tcW w:w="1865" w:type="dxa"/>
            <w:gridSpan w:val="2"/>
            <w:vAlign w:val="center"/>
          </w:tcPr>
          <w:p w:rsidR="0085747A" w:rsidRPr="005B4548" w:rsidRDefault="009E5CF1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PS.W4</w:t>
            </w:r>
            <w:r w:rsidR="003A680D" w:rsidRPr="005B45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5B4548" w:rsidTr="00B54CED">
        <w:tc>
          <w:tcPr>
            <w:tcW w:w="1683" w:type="dxa"/>
            <w:vAlign w:val="center"/>
          </w:tcPr>
          <w:p w:rsidR="0085747A" w:rsidRPr="005B4548" w:rsidRDefault="0085747A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2" w:type="dxa"/>
          </w:tcPr>
          <w:p w:rsidR="0085747A" w:rsidRPr="005B4548" w:rsidRDefault="00B54CED" w:rsidP="009E5C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W</w:t>
            </w:r>
            <w:r w:rsidR="00B4657F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ymieni i opisze</w:t>
            </w:r>
            <w:r w:rsidR="007949A1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koncepcje rehabilitacji,</w:t>
            </w:r>
            <w:r w:rsidR="00B86AA2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terapii,</w:t>
            </w:r>
            <w:r w:rsidR="007949A1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edukacji</w:t>
            </w:r>
            <w:r w:rsidR="00B86AA2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</w:t>
            </w:r>
            <w:r w:rsidR="007949A1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resocjalizacji </w:t>
            </w:r>
            <w:r w:rsidR="00B86AA2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jednostek z niepełnosprawnością intelektualną oraz czynniki, które wpływają na zróżnicowanie tych procesów. </w:t>
            </w:r>
          </w:p>
        </w:tc>
        <w:tc>
          <w:tcPr>
            <w:tcW w:w="1865" w:type="dxa"/>
            <w:gridSpan w:val="2"/>
            <w:vAlign w:val="center"/>
          </w:tcPr>
          <w:p w:rsidR="0085747A" w:rsidRPr="005B4548" w:rsidRDefault="009E5CF1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PS.W5</w:t>
            </w:r>
            <w:r w:rsidR="003A680D" w:rsidRPr="005B45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E5CF1" w:rsidRPr="005B4548" w:rsidTr="00B54CED">
        <w:tc>
          <w:tcPr>
            <w:tcW w:w="1683" w:type="dxa"/>
            <w:vAlign w:val="center"/>
          </w:tcPr>
          <w:p w:rsidR="009E5CF1" w:rsidRPr="005B4548" w:rsidRDefault="009E5CF1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2" w:type="dxa"/>
          </w:tcPr>
          <w:p w:rsidR="009E5CF1" w:rsidRPr="005B4548" w:rsidRDefault="00B54CED" w:rsidP="00E655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W</w:t>
            </w:r>
            <w:r w:rsidR="00B4657F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ymieni i opisze </w:t>
            </w:r>
            <w:r w:rsidR="009E5CF1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współczesne podejście do</w:t>
            </w:r>
            <w:r w:rsidR="00B86AA2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9E5CF1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problemów </w:t>
            </w:r>
            <w:r w:rsidR="00B86AA2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osób z niepełnosprawnością intelektualną</w:t>
            </w:r>
            <w:r w:rsidR="00157486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pod względem jej klasyfikacji, indywidualizacji</w:t>
            </w:r>
            <w:r w:rsidR="00B86AA2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9E5CF1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i wynikające z niego formy edukacji</w:t>
            </w:r>
            <w:r w:rsidR="00B86AA2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wsparcia. </w:t>
            </w:r>
          </w:p>
        </w:tc>
        <w:tc>
          <w:tcPr>
            <w:tcW w:w="1865" w:type="dxa"/>
            <w:gridSpan w:val="2"/>
            <w:vAlign w:val="center"/>
          </w:tcPr>
          <w:p w:rsidR="009E5CF1" w:rsidRPr="005B4548" w:rsidRDefault="009E5CF1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  <w:r w:rsidR="003A680D" w:rsidRPr="005B45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E5CF1" w:rsidRPr="005B4548" w:rsidTr="00B54CED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F1" w:rsidRPr="005B4548" w:rsidRDefault="009E5CF1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CF1" w:rsidRPr="005B4548" w:rsidRDefault="00B4657F" w:rsidP="00E655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</w:t>
            </w:r>
            <w:r w:rsidR="009E5CF1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system kształcenia specjalnego w kontekście systemu kształcenia powszechnego</w:t>
            </w: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F1" w:rsidRPr="005B4548" w:rsidRDefault="009E5CF1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PS.W10</w:t>
            </w:r>
            <w:r w:rsidR="003A680D" w:rsidRPr="005B45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E5CF1" w:rsidRPr="005B4548" w:rsidTr="00B54CED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F1" w:rsidRPr="005B4548" w:rsidRDefault="009E5CF1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CF1" w:rsidRPr="005B4548" w:rsidRDefault="00B54CED" w:rsidP="00E655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B86AA2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pisze etiologię niepełnosprawności intelektualne</w:t>
            </w: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j</w:t>
            </w:r>
            <w:r w:rsidR="00157486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wskaże na czynniki które utrudniają tym jednostkom prawidłowe funkcjonowanie w aparacie społecznym. 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F1" w:rsidRPr="005B4548" w:rsidRDefault="009E5CF1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PS.W13</w:t>
            </w:r>
            <w:r w:rsidR="003A680D" w:rsidRPr="005B45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01B49" w:rsidRPr="005B4548" w:rsidTr="00B54CED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49" w:rsidRPr="005B4548" w:rsidRDefault="00B54CED" w:rsidP="00E655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B4657F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astosuje i zintegruje w</w:t>
            </w:r>
            <w:r w:rsidR="00A01B49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iedzę z zakresu pedagogiki specjalnej oraz powiązanych z nią dyscyplin naukowych w celu analizy problemów rehabilitacyjnych, edukacyjnych, terapeutycznych i resocjalizacyjnych</w:t>
            </w:r>
            <w:r w:rsidR="00B4657F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  <w:r w:rsidR="003A680D" w:rsidRPr="005B45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01B49" w:rsidRPr="005B4548" w:rsidTr="00B54CED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49" w:rsidRPr="005B4548" w:rsidRDefault="00B54CED" w:rsidP="00E655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R</w:t>
            </w:r>
            <w:r w:rsidR="00B4657F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ozpozna i zinterpretuje </w:t>
            </w:r>
            <w:r w:rsidR="00157486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postawy społeczne wobec grupy osób z niepełnosprawnością intelektualną i wskaże na praktyczne rozwiązania zapewniajcie lepszą adopcję tym jednostkom. 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  <w:r w:rsidR="003A680D" w:rsidRPr="005B45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01B49" w:rsidRPr="005B4548" w:rsidTr="00B54CED">
        <w:tc>
          <w:tcPr>
            <w:tcW w:w="1683" w:type="dxa"/>
            <w:vAlign w:val="center"/>
          </w:tcPr>
          <w:p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89" w:type="dxa"/>
            <w:gridSpan w:val="2"/>
          </w:tcPr>
          <w:p w:rsidR="00A01B49" w:rsidRPr="005B4548" w:rsidRDefault="00B4657F" w:rsidP="00E655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157486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oceni własne działania </w:t>
            </w:r>
            <w:r w:rsidR="004A2DD7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na</w:t>
            </w:r>
            <w:r w:rsidR="00157486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płaszczyźnie jaką </w:t>
            </w:r>
            <w:r w:rsidR="00BC358B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jest wsparcie osób z niepełnoprawnością intelektualną w celu zapewniania im najle</w:t>
            </w:r>
            <w:r w:rsidR="00B54CED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pszego uczestnictwa w życiu spo</w:t>
            </w:r>
            <w:r w:rsidR="00BC358B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ł</w:t>
            </w:r>
            <w:r w:rsidR="00B54CED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="00BC358B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c</w:t>
            </w:r>
            <w:r w:rsidR="00B54CED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BC358B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nym.</w:t>
            </w:r>
          </w:p>
        </w:tc>
        <w:tc>
          <w:tcPr>
            <w:tcW w:w="1848" w:type="dxa"/>
            <w:vAlign w:val="center"/>
          </w:tcPr>
          <w:p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PS.U10</w:t>
            </w:r>
            <w:r w:rsidR="003A680D" w:rsidRPr="005B45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01B49" w:rsidRPr="005B4548" w:rsidTr="00B54CED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49" w:rsidRPr="005B4548" w:rsidRDefault="00B54CED" w:rsidP="00E655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4A2DD7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ceni postawy społeczne wobec osób z niepełnosprawnością intelektualną</w:t>
            </w:r>
            <w:r w:rsidR="00BC358B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(scharakteryzuje stosunek społeczeństwa do tych osób zgodnie ze </w:t>
            </w:r>
            <w:r w:rsidR="00BC358B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zinternalizowanymi normami społecznymi).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PS.U13</w:t>
            </w:r>
          </w:p>
        </w:tc>
      </w:tr>
      <w:tr w:rsidR="00A01B49" w:rsidRPr="005B4548" w:rsidTr="00B54CED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49" w:rsidRPr="005B4548" w:rsidRDefault="00B54CED" w:rsidP="00E655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BC358B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na podstawy na jakich powinna opierać się współpraca </w:t>
            </w:r>
            <w:r w:rsidR="00D96DED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EE1215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z rodziną osoby z niepełnosprawnością   intelektualną</w:t>
            </w:r>
            <w:r w:rsidR="00BC358B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, w tym również z opiekunami jak i innymi osobami biorącymi udział w procesie edukacji, wychowania, opieki i rehabilitacji.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</w:tc>
      </w:tr>
    </w:tbl>
    <w:p w:rsidR="0085747A" w:rsidRPr="005B45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F70B0" w:rsidRPr="005B454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B4548">
        <w:rPr>
          <w:rFonts w:ascii="Corbel" w:hAnsi="Corbel"/>
          <w:b/>
          <w:sz w:val="24"/>
          <w:szCs w:val="24"/>
        </w:rPr>
        <w:t>3.3</w:t>
      </w:r>
      <w:r w:rsidR="001D7B54" w:rsidRPr="005B4548">
        <w:rPr>
          <w:rFonts w:ascii="Corbel" w:hAnsi="Corbel"/>
          <w:b/>
          <w:sz w:val="24"/>
          <w:szCs w:val="24"/>
        </w:rPr>
        <w:t xml:space="preserve"> </w:t>
      </w:r>
      <w:r w:rsidR="0085747A" w:rsidRPr="005B4548">
        <w:rPr>
          <w:rFonts w:ascii="Corbel" w:hAnsi="Corbel"/>
          <w:b/>
          <w:sz w:val="24"/>
          <w:szCs w:val="24"/>
        </w:rPr>
        <w:t>T</w:t>
      </w:r>
      <w:r w:rsidR="001D7B54" w:rsidRPr="005B4548">
        <w:rPr>
          <w:rFonts w:ascii="Corbel" w:hAnsi="Corbel"/>
          <w:b/>
          <w:sz w:val="24"/>
          <w:szCs w:val="24"/>
        </w:rPr>
        <w:t>reści programowe</w:t>
      </w:r>
    </w:p>
    <w:p w:rsidR="0085747A" w:rsidRPr="005B4548" w:rsidRDefault="001D7B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B4548">
        <w:rPr>
          <w:rFonts w:ascii="Corbel" w:hAnsi="Corbel"/>
          <w:b/>
          <w:sz w:val="24"/>
          <w:szCs w:val="24"/>
        </w:rPr>
        <w:t xml:space="preserve"> </w:t>
      </w:r>
      <w:r w:rsidR="007327BD" w:rsidRPr="005B4548">
        <w:rPr>
          <w:rFonts w:ascii="Corbel" w:hAnsi="Corbel"/>
          <w:sz w:val="24"/>
          <w:szCs w:val="24"/>
        </w:rPr>
        <w:t xml:space="preserve">  </w:t>
      </w:r>
    </w:p>
    <w:p w:rsidR="0085747A" w:rsidRPr="005B454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B4548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5B4548" w:rsidRDefault="00B54CED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5B4548">
        <w:rPr>
          <w:rFonts w:ascii="Corbel" w:hAnsi="Corbel"/>
          <w:sz w:val="24"/>
          <w:szCs w:val="24"/>
        </w:rPr>
        <w:t>nie dotyczy</w:t>
      </w:r>
    </w:p>
    <w:p w:rsidR="0085747A" w:rsidRPr="005B454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B4548" w:rsidRDefault="0085747A" w:rsidP="00B54CE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B4548">
        <w:rPr>
          <w:rFonts w:ascii="Corbel" w:hAnsi="Corbel"/>
          <w:sz w:val="24"/>
          <w:szCs w:val="24"/>
        </w:rPr>
        <w:t xml:space="preserve">Problematyka </w:t>
      </w:r>
      <w:r w:rsidR="00B54CED" w:rsidRPr="005B4548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B4548" w:rsidTr="00C15490">
        <w:tc>
          <w:tcPr>
            <w:tcW w:w="9520" w:type="dxa"/>
          </w:tcPr>
          <w:p w:rsidR="0085747A" w:rsidRPr="005B45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Treści merytoryczne</w:t>
            </w:r>
            <w:r w:rsidR="00B54CED" w:rsidRPr="005B454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15490" w:rsidRPr="005B4548" w:rsidTr="00C15490">
        <w:tc>
          <w:tcPr>
            <w:tcW w:w="9520" w:type="dxa"/>
          </w:tcPr>
          <w:p w:rsidR="00C15490" w:rsidRPr="005B4548" w:rsidRDefault="00C15490" w:rsidP="00C154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Ustalenia terminologiczne. Miejsce pedagogiki osób z niepełnosprawnością intelektualną w systemie innych nauk. Przedmiot, cele i zadania pedagogiki osób z niepełnosprawnością intelektualną.</w:t>
            </w:r>
          </w:p>
        </w:tc>
      </w:tr>
      <w:tr w:rsidR="00C15490" w:rsidRPr="005B4548" w:rsidTr="00C15490">
        <w:tc>
          <w:tcPr>
            <w:tcW w:w="9520" w:type="dxa"/>
          </w:tcPr>
          <w:p w:rsidR="00C15490" w:rsidRPr="005B4548" w:rsidRDefault="00C15490" w:rsidP="00C154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Etiologia niepełnosprawności intelektualnej.</w:t>
            </w:r>
          </w:p>
        </w:tc>
      </w:tr>
      <w:tr w:rsidR="00C15490" w:rsidRPr="005B4548" w:rsidTr="00C15490">
        <w:trPr>
          <w:trHeight w:val="240"/>
        </w:trPr>
        <w:tc>
          <w:tcPr>
            <w:tcW w:w="9520" w:type="dxa"/>
          </w:tcPr>
          <w:p w:rsidR="00C15490" w:rsidRPr="005B4548" w:rsidRDefault="00C15490" w:rsidP="00C154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Klasyfikacja osób z niepełnosprawnością intelektualną.</w:t>
            </w:r>
          </w:p>
        </w:tc>
      </w:tr>
      <w:tr w:rsidR="00C15490" w:rsidRPr="005B4548" w:rsidTr="00C15490">
        <w:trPr>
          <w:trHeight w:val="300"/>
        </w:trPr>
        <w:tc>
          <w:tcPr>
            <w:tcW w:w="9520" w:type="dxa"/>
          </w:tcPr>
          <w:p w:rsidR="00C15490" w:rsidRPr="005B4548" w:rsidRDefault="00C15490" w:rsidP="00C154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Poszczególne stopnie niepełnosprawności intelektualnej - charakterystyka.</w:t>
            </w:r>
          </w:p>
        </w:tc>
      </w:tr>
      <w:tr w:rsidR="00C15490" w:rsidRPr="005B4548" w:rsidTr="00C15490">
        <w:trPr>
          <w:trHeight w:val="33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15" w:rsidRPr="005B4548" w:rsidRDefault="00C15490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 xml:space="preserve">Edukacja osób z niepełnosprawnością intelektualną. </w:t>
            </w:r>
            <w:r w:rsidR="00EE1215" w:rsidRPr="005B4548">
              <w:rPr>
                <w:rFonts w:ascii="Corbel" w:hAnsi="Corbel"/>
                <w:sz w:val="24"/>
                <w:szCs w:val="24"/>
              </w:rPr>
              <w:t>Szkoły ogólnodostępne, s</w:t>
            </w:r>
            <w:r w:rsidRPr="005B4548">
              <w:rPr>
                <w:rFonts w:ascii="Corbel" w:hAnsi="Corbel"/>
                <w:sz w:val="24"/>
                <w:szCs w:val="24"/>
              </w:rPr>
              <w:t xml:space="preserve">zkolnictwo specjalne, integracyjne i włączające. </w:t>
            </w:r>
          </w:p>
        </w:tc>
      </w:tr>
      <w:tr w:rsidR="00C15490" w:rsidRPr="005B4548" w:rsidTr="00C15490">
        <w:trPr>
          <w:trHeight w:val="21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90" w:rsidRPr="005B4548" w:rsidRDefault="00C15490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Indywidualizacja pracy z uczniem z niepełnosprawnością intelektualną.</w:t>
            </w:r>
          </w:p>
        </w:tc>
      </w:tr>
      <w:tr w:rsidR="00C15490" w:rsidRPr="005B4548" w:rsidTr="00C15490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90" w:rsidRPr="005B4548" w:rsidRDefault="00C15490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 xml:space="preserve">Społeczne funkcjonowanie osób z niepełnosprawnością intelektualną. </w:t>
            </w:r>
          </w:p>
        </w:tc>
      </w:tr>
      <w:tr w:rsidR="00C15490" w:rsidRPr="005B4548" w:rsidTr="00C154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90" w:rsidRPr="005B4548" w:rsidRDefault="00C15490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 xml:space="preserve">Postawy społeczne wobec osób z niepełnosprawnością intelektualną. </w:t>
            </w:r>
          </w:p>
        </w:tc>
      </w:tr>
      <w:tr w:rsidR="00C15490" w:rsidRPr="005B4548" w:rsidTr="00C154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90" w:rsidRPr="005B4548" w:rsidRDefault="00C15490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Integracja i normalizacja życia osób z niepełnosprawnością intelektualną.</w:t>
            </w:r>
          </w:p>
        </w:tc>
      </w:tr>
      <w:tr w:rsidR="00C15490" w:rsidRPr="005B4548" w:rsidTr="00C154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90" w:rsidRPr="005B4548" w:rsidRDefault="00C15490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 xml:space="preserve">Rodzina dziecka z niepełnosprawnością intelektualną. </w:t>
            </w:r>
          </w:p>
          <w:p w:rsidR="00C15490" w:rsidRPr="005B4548" w:rsidRDefault="00C15490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System społecznego wsparcia wobec dziecka z niepełnosprawnością intelektualną.</w:t>
            </w:r>
          </w:p>
        </w:tc>
      </w:tr>
      <w:tr w:rsidR="00C15490" w:rsidRPr="005B4548" w:rsidTr="00C154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90" w:rsidRPr="005B4548" w:rsidRDefault="00C15490" w:rsidP="00C154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Metody pracy z osobami z niepełnosprawnością intelektualną. Warsztaty terapii zajęciowej, zakłady aktywizacji zawodowej oraz zakłady pracy chronionej.</w:t>
            </w:r>
          </w:p>
        </w:tc>
      </w:tr>
      <w:tr w:rsidR="00EE1215" w:rsidRPr="005B4548" w:rsidTr="00C154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15" w:rsidRPr="005B4548" w:rsidRDefault="00EE1215" w:rsidP="00C154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Odziaływania rehabilitacyjne, terapeutyczne i resocjalizacyjne w  grupie osób z niepełnosprawnością intelektualną.</w:t>
            </w:r>
          </w:p>
        </w:tc>
      </w:tr>
    </w:tbl>
    <w:p w:rsidR="0085747A" w:rsidRPr="005B45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B45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B4548">
        <w:rPr>
          <w:rFonts w:ascii="Corbel" w:hAnsi="Corbel"/>
          <w:smallCaps w:val="0"/>
          <w:szCs w:val="24"/>
        </w:rPr>
        <w:t>3.4 Metody dydaktyczne</w:t>
      </w:r>
      <w:r w:rsidRPr="005B4548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5B4548" w:rsidRDefault="009F4610" w:rsidP="00B54CED">
      <w:pPr>
        <w:pStyle w:val="Punktygwne"/>
        <w:spacing w:before="0" w:after="0"/>
        <w:ind w:firstLine="426"/>
        <w:jc w:val="both"/>
        <w:rPr>
          <w:rFonts w:ascii="Corbel" w:hAnsi="Corbel"/>
          <w:b w:val="0"/>
          <w:smallCaps w:val="0"/>
          <w:szCs w:val="24"/>
        </w:rPr>
      </w:pPr>
      <w:r w:rsidRPr="005B4548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B4548">
        <w:rPr>
          <w:rFonts w:ascii="Corbel" w:hAnsi="Corbel"/>
          <w:b w:val="0"/>
          <w:smallCaps w:val="0"/>
          <w:szCs w:val="24"/>
        </w:rPr>
        <w:t>tekstów z dyskusją,</w:t>
      </w:r>
      <w:r w:rsidR="001718A7" w:rsidRPr="005B4548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5B4548">
        <w:rPr>
          <w:rFonts w:ascii="Corbel" w:hAnsi="Corbel"/>
          <w:b w:val="0"/>
          <w:smallCaps w:val="0"/>
          <w:szCs w:val="24"/>
        </w:rPr>
        <w:t>grupach</w:t>
      </w:r>
      <w:r w:rsidR="0071620A" w:rsidRPr="005B4548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B4548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B4548">
        <w:rPr>
          <w:rFonts w:ascii="Corbel" w:hAnsi="Corbel"/>
          <w:b w:val="0"/>
          <w:smallCaps w:val="0"/>
          <w:szCs w:val="24"/>
        </w:rPr>
        <w:t>,</w:t>
      </w:r>
      <w:r w:rsidR="0085747A" w:rsidRPr="005B4548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5B4548">
        <w:rPr>
          <w:rFonts w:ascii="Corbel" w:hAnsi="Corbel"/>
          <w:b w:val="0"/>
          <w:smallCaps w:val="0"/>
          <w:szCs w:val="24"/>
        </w:rPr>
        <w:t>)</w:t>
      </w:r>
      <w:r w:rsidR="00247B4F" w:rsidRPr="005B4548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5B45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B45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B4548">
        <w:rPr>
          <w:rFonts w:ascii="Corbel" w:hAnsi="Corbel"/>
          <w:smallCaps w:val="0"/>
          <w:szCs w:val="24"/>
        </w:rPr>
        <w:t xml:space="preserve">4. </w:t>
      </w:r>
      <w:r w:rsidR="0085747A" w:rsidRPr="005B4548">
        <w:rPr>
          <w:rFonts w:ascii="Corbel" w:hAnsi="Corbel"/>
          <w:smallCaps w:val="0"/>
          <w:szCs w:val="24"/>
        </w:rPr>
        <w:t>METODY I KRYTERIA OCENY</w:t>
      </w:r>
      <w:r w:rsidR="009F4610" w:rsidRPr="005B4548">
        <w:rPr>
          <w:rFonts w:ascii="Corbel" w:hAnsi="Corbel"/>
          <w:smallCaps w:val="0"/>
          <w:szCs w:val="24"/>
        </w:rPr>
        <w:t xml:space="preserve"> </w:t>
      </w:r>
    </w:p>
    <w:p w:rsidR="00923D7D" w:rsidRPr="005B45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B4548" w:rsidRDefault="0085747A" w:rsidP="00B54CE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B454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B4548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B4548" w:rsidTr="00247B4F">
        <w:tc>
          <w:tcPr>
            <w:tcW w:w="1962" w:type="dxa"/>
            <w:vAlign w:val="center"/>
          </w:tcPr>
          <w:p w:rsidR="0085747A" w:rsidRPr="005B45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5B454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5B454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B45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5B4548" w:rsidRDefault="0085747A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54CED" w:rsidRPr="005B4548" w:rsidTr="00B54CED">
        <w:tc>
          <w:tcPr>
            <w:tcW w:w="1962" w:type="dxa"/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5B454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B4548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praca w grupach, obserwacja w trakcie zajęć, dyskusja, wypowiedź studenta, </w:t>
            </w:r>
          </w:p>
        </w:tc>
        <w:tc>
          <w:tcPr>
            <w:tcW w:w="2117" w:type="dxa"/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54CED" w:rsidRPr="005B4548" w:rsidTr="00B54CED">
        <w:tc>
          <w:tcPr>
            <w:tcW w:w="1962" w:type="dxa"/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praca w grupach, obserwacja w trakcie zajęć, dyskusja, wypowiedź studenta, </w:t>
            </w:r>
          </w:p>
        </w:tc>
        <w:tc>
          <w:tcPr>
            <w:tcW w:w="2117" w:type="dxa"/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54CED" w:rsidRPr="005B4548" w:rsidTr="00B54CE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5B454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B454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praca w grupach, obserwacja w trakcie zajęć, dyskusja, wypowiedź studenta,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54CED" w:rsidRPr="005B4548" w:rsidTr="00B54CE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praca w grupach, obserwacja w trakcie zajęć, dyskusja, wypowiedź studenta,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54CED" w:rsidRPr="005B4548" w:rsidTr="00B54CE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5B454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B4548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praca w grupach, obserwacja w trakcie zajęć, dyskusja, wypowiedź studenta,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54CED" w:rsidRPr="005B4548" w:rsidTr="00B54CE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praca w grupach, obserwacja w trakcie zajęć, dyskusja, wypowiedź studenta,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54CED" w:rsidRPr="005B4548" w:rsidTr="00B54CE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5B454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B4548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praca w grupach, obserwacja w trakcie zajęć, dyskusja, wypowiedź studenta,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54CED" w:rsidRPr="005B4548" w:rsidTr="00B54CE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praca w grupach, obserwacja w trakcie zajęć, dyskusja, wypowiedź studenta,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54CED" w:rsidRPr="005B4548" w:rsidTr="00B54CE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5B454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B4548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praca w grupach, obserwacja w trakcie zajęć, dyskusja, wypowiedź studenta,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54CED" w:rsidRPr="005B4548" w:rsidTr="00B54CE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praca w grupach, obserwacja w trakcie zajęć, dyskusja, wypowiedź studenta,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5B45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5B4548" w:rsidRDefault="003E1941" w:rsidP="00B54CE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B4548">
        <w:rPr>
          <w:rFonts w:ascii="Corbel" w:hAnsi="Corbel"/>
          <w:smallCaps w:val="0"/>
          <w:szCs w:val="24"/>
        </w:rPr>
        <w:t xml:space="preserve">4.2 </w:t>
      </w:r>
      <w:r w:rsidR="0085747A" w:rsidRPr="005B454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B4548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B4548" w:rsidTr="00923D7D">
        <w:tc>
          <w:tcPr>
            <w:tcW w:w="9670" w:type="dxa"/>
          </w:tcPr>
          <w:p w:rsidR="0085747A" w:rsidRPr="005B4548" w:rsidRDefault="00822EBF" w:rsidP="00822EBF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proofErr w:type="spellStart"/>
            <w:r w:rsidRPr="005B4548">
              <w:rPr>
                <w:rFonts w:ascii="Corbel" w:hAnsi="Corbel"/>
                <w:b w:val="0"/>
                <w:smallCaps w:val="0"/>
                <w:szCs w:val="24"/>
              </w:rPr>
              <w:t>piosemne</w:t>
            </w:r>
            <w:proofErr w:type="spellEnd"/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 oceniane w formie tradycyjne: </w:t>
            </w:r>
            <w:proofErr w:type="spellStart"/>
            <w:r w:rsidRPr="005B4548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5B4548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5B4548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5B454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5B454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5B4548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5B45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B4548" w:rsidRDefault="0085747A" w:rsidP="00B54CE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B4548">
        <w:rPr>
          <w:rFonts w:ascii="Corbel" w:hAnsi="Corbel"/>
          <w:b/>
          <w:sz w:val="24"/>
          <w:szCs w:val="24"/>
        </w:rPr>
        <w:t xml:space="preserve">5. </w:t>
      </w:r>
      <w:r w:rsidR="00C61DC5" w:rsidRPr="005B45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B4548" w:rsidTr="003E1941">
        <w:tc>
          <w:tcPr>
            <w:tcW w:w="4962" w:type="dxa"/>
            <w:vAlign w:val="center"/>
          </w:tcPr>
          <w:p w:rsidR="0085747A" w:rsidRPr="005B45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454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B45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B45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5B45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45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B45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B454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B45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B4548" w:rsidTr="00923D7D">
        <w:tc>
          <w:tcPr>
            <w:tcW w:w="4962" w:type="dxa"/>
          </w:tcPr>
          <w:p w:rsidR="0085747A" w:rsidRPr="005B45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G</w:t>
            </w:r>
            <w:r w:rsidR="0085747A" w:rsidRPr="005B45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B454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B454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B454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B454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B45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B45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5B4548" w:rsidRDefault="00910929" w:rsidP="00B54C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5B4548" w:rsidTr="00923D7D">
        <w:tc>
          <w:tcPr>
            <w:tcW w:w="4962" w:type="dxa"/>
          </w:tcPr>
          <w:p w:rsidR="00C61DC5" w:rsidRPr="005B45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B4548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2360A" w:rsidRPr="005B4548">
              <w:rPr>
                <w:rFonts w:ascii="Corbel" w:hAnsi="Corbel"/>
                <w:sz w:val="24"/>
                <w:szCs w:val="24"/>
              </w:rPr>
              <w:t>:</w:t>
            </w:r>
          </w:p>
          <w:p w:rsidR="00670973" w:rsidRPr="005B45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5B45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 xml:space="preserve"> </w:t>
            </w:r>
            <w:r w:rsidR="00F2360A" w:rsidRPr="005B4548">
              <w:rPr>
                <w:rFonts w:ascii="Corbel" w:hAnsi="Corbel"/>
                <w:sz w:val="24"/>
                <w:szCs w:val="24"/>
              </w:rPr>
              <w:t>e</w:t>
            </w:r>
            <w:r w:rsidRPr="005B4548">
              <w:rPr>
                <w:rFonts w:ascii="Corbel" w:hAnsi="Corbel"/>
                <w:sz w:val="24"/>
                <w:szCs w:val="24"/>
              </w:rPr>
              <w:t>gzaminie</w:t>
            </w:r>
            <w:r w:rsidR="007E5A94" w:rsidRPr="005B4548">
              <w:rPr>
                <w:rFonts w:ascii="Corbel" w:hAnsi="Corbel"/>
                <w:sz w:val="24"/>
                <w:szCs w:val="24"/>
              </w:rPr>
              <w:t xml:space="preserve"> pisemnym</w:t>
            </w:r>
          </w:p>
        </w:tc>
        <w:tc>
          <w:tcPr>
            <w:tcW w:w="4677" w:type="dxa"/>
          </w:tcPr>
          <w:p w:rsidR="00C61DC5" w:rsidRPr="005B4548" w:rsidRDefault="00670973" w:rsidP="00B54C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br/>
              <w:t>2</w:t>
            </w:r>
            <w:r w:rsidRPr="005B4548"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C61DC5" w:rsidRPr="005B4548" w:rsidTr="00923D7D">
        <w:tc>
          <w:tcPr>
            <w:tcW w:w="4962" w:type="dxa"/>
          </w:tcPr>
          <w:p w:rsidR="0071620A" w:rsidRPr="005B45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B454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B454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360A" w:rsidRPr="005B4548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5B45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przygotowanie do zajęć</w:t>
            </w:r>
            <w:r w:rsidR="00670973" w:rsidRPr="005B4548">
              <w:rPr>
                <w:rFonts w:ascii="Corbel" w:hAnsi="Corbel"/>
                <w:sz w:val="24"/>
                <w:szCs w:val="24"/>
              </w:rPr>
              <w:t>, studiowanie literatury</w:t>
            </w:r>
            <w:r w:rsidRPr="005B4548">
              <w:rPr>
                <w:rFonts w:ascii="Corbel" w:hAnsi="Corbel"/>
                <w:sz w:val="24"/>
                <w:szCs w:val="24"/>
              </w:rPr>
              <w:t xml:space="preserve">, </w:t>
            </w:r>
            <w:r w:rsidR="00910929" w:rsidRPr="005B4548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670973" w:rsidRPr="005B4548">
              <w:rPr>
                <w:rFonts w:ascii="Corbel" w:hAnsi="Corbel"/>
                <w:sz w:val="24"/>
                <w:szCs w:val="24"/>
              </w:rPr>
              <w:t>pisemnego</w:t>
            </w:r>
          </w:p>
        </w:tc>
        <w:tc>
          <w:tcPr>
            <w:tcW w:w="4677" w:type="dxa"/>
          </w:tcPr>
          <w:p w:rsidR="00C61DC5" w:rsidRPr="005B4548" w:rsidRDefault="00670973" w:rsidP="00B54C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5B4548" w:rsidTr="00923D7D">
        <w:tc>
          <w:tcPr>
            <w:tcW w:w="4962" w:type="dxa"/>
          </w:tcPr>
          <w:p w:rsidR="0085747A" w:rsidRPr="005B45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5B4548" w:rsidRDefault="00670973" w:rsidP="00B54C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5B4548" w:rsidTr="00923D7D">
        <w:tc>
          <w:tcPr>
            <w:tcW w:w="4962" w:type="dxa"/>
          </w:tcPr>
          <w:p w:rsidR="0085747A" w:rsidRPr="005B45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B45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B4548" w:rsidRDefault="00670973" w:rsidP="00B54C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4548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5B45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B45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B45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B45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B4548" w:rsidRDefault="0071620A" w:rsidP="00B54CE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B4548">
        <w:rPr>
          <w:rFonts w:ascii="Corbel" w:hAnsi="Corbel"/>
          <w:smallCaps w:val="0"/>
          <w:szCs w:val="24"/>
        </w:rPr>
        <w:t xml:space="preserve">6. </w:t>
      </w:r>
      <w:r w:rsidR="0085747A" w:rsidRPr="005B4548">
        <w:rPr>
          <w:rFonts w:ascii="Corbel" w:hAnsi="Corbel"/>
          <w:smallCaps w:val="0"/>
          <w:szCs w:val="24"/>
        </w:rPr>
        <w:t>PRAKTYKI ZAWO</w:t>
      </w:r>
      <w:r w:rsidR="009D3F3B" w:rsidRPr="005B4548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5B4548" w:rsidTr="003F5B55">
        <w:trPr>
          <w:trHeight w:val="397"/>
        </w:trPr>
        <w:tc>
          <w:tcPr>
            <w:tcW w:w="4111" w:type="dxa"/>
          </w:tcPr>
          <w:p w:rsidR="0085747A" w:rsidRPr="005B45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B4548" w:rsidTr="003F5B55">
        <w:trPr>
          <w:trHeight w:val="397"/>
        </w:trPr>
        <w:tc>
          <w:tcPr>
            <w:tcW w:w="4111" w:type="dxa"/>
          </w:tcPr>
          <w:p w:rsidR="0085747A" w:rsidRPr="005B45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5B45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5B45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B4548">
        <w:rPr>
          <w:rFonts w:ascii="Corbel" w:hAnsi="Corbel"/>
          <w:smallCaps w:val="0"/>
          <w:szCs w:val="24"/>
        </w:rPr>
        <w:t xml:space="preserve">7. </w:t>
      </w:r>
      <w:r w:rsidR="0085747A" w:rsidRPr="005B4548">
        <w:rPr>
          <w:rFonts w:ascii="Corbel" w:hAnsi="Corbel"/>
          <w:smallCaps w:val="0"/>
          <w:szCs w:val="24"/>
        </w:rPr>
        <w:t>LITERATURA</w:t>
      </w:r>
      <w:r w:rsidRPr="005B4548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B4548" w:rsidTr="0064516D">
        <w:trPr>
          <w:trHeight w:val="397"/>
        </w:trPr>
        <w:tc>
          <w:tcPr>
            <w:tcW w:w="9639" w:type="dxa"/>
          </w:tcPr>
          <w:p w:rsidR="0085747A" w:rsidRPr="005B4548" w:rsidRDefault="0085747A" w:rsidP="0064516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B454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30035" w:rsidRPr="005B4548" w:rsidRDefault="00930035" w:rsidP="006451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Głodkowska</w:t>
            </w:r>
            <w:proofErr w:type="spellEnd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J.: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Poznanie ucznia szkoły specjalnej</w:t>
            </w:r>
            <w:r w:rsidRPr="005B4548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WSiP.Warszawa</w:t>
            </w:r>
            <w:proofErr w:type="spellEnd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2000,</w:t>
            </w:r>
          </w:p>
          <w:p w:rsidR="00930035" w:rsidRPr="005B4548" w:rsidRDefault="00930035" w:rsidP="006451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Kirejczyk K.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Upośledzenie umysłowe- Pedagogika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1987</w:t>
            </w:r>
          </w:p>
          <w:p w:rsidR="00930035" w:rsidRPr="005B4548" w:rsidRDefault="00930035" w:rsidP="006451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Kościelak R.,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Psychologiczne podstawy rewalidacji upośledzonych umysłowo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1995.</w:t>
            </w:r>
          </w:p>
          <w:p w:rsidR="00930035" w:rsidRPr="005B4548" w:rsidRDefault="00930035" w:rsidP="006451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Maciarz</w:t>
            </w:r>
            <w:proofErr w:type="spellEnd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 Janiszewska-</w:t>
            </w:r>
            <w:proofErr w:type="spellStart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Nieścioruk</w:t>
            </w:r>
            <w:proofErr w:type="spellEnd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Z. </w:t>
            </w:r>
            <w:proofErr w:type="spellStart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Ochonczenko</w:t>
            </w:r>
            <w:proofErr w:type="spellEnd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H. (red):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Człowiek niepełnosprawny w rodzinie i środowisku lokalnym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, Zielona Góra  2001</w:t>
            </w:r>
          </w:p>
          <w:p w:rsidR="00930035" w:rsidRPr="005B4548" w:rsidRDefault="00930035" w:rsidP="006451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Mihilewicz</w:t>
            </w:r>
            <w:proofErr w:type="spellEnd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St.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Dziecko z trudnościami w rozwoju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, pod red. nauk., Kraków 2005.</w:t>
            </w:r>
          </w:p>
          <w:p w:rsidR="00930035" w:rsidRPr="005B4548" w:rsidRDefault="00930035" w:rsidP="006451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Nowak A.,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  edukacyjne i prawne aspekty niepełnosprawności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"Impuls", Kraków </w:t>
            </w:r>
          </w:p>
          <w:p w:rsidR="00930035" w:rsidRPr="005B4548" w:rsidRDefault="00930035" w:rsidP="006451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Obuchowska I.,(red.)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Dziecko niepełnosprawne w rodzinie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. Warszawa 1999</w:t>
            </w:r>
          </w:p>
          <w:p w:rsidR="00930035" w:rsidRPr="005B4548" w:rsidRDefault="00930035" w:rsidP="0064516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Pilecka W., Pilecki J.,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Stymulacja psychoruchowego rozwoju dzieci o obniżonej sprawności umysłowej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2001</w:t>
            </w:r>
          </w:p>
          <w:p w:rsidR="00930035" w:rsidRPr="005B4548" w:rsidRDefault="00930035" w:rsidP="0064516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Rottermund</w:t>
            </w:r>
            <w:proofErr w:type="spellEnd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aspekty pracy z niepełnosprawnymi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2006</w:t>
            </w:r>
          </w:p>
          <w:p w:rsidR="00930035" w:rsidRPr="005B4548" w:rsidRDefault="00930035" w:rsidP="0064516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Sekułowicz</w:t>
            </w:r>
            <w:proofErr w:type="spellEnd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Matki dzieci niepełnosprawnych wobec problemów życiowych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.  Wrocław 2000</w:t>
            </w:r>
          </w:p>
          <w:p w:rsidR="00930035" w:rsidRPr="005B4548" w:rsidRDefault="00930035" w:rsidP="006451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Żółkowska T.: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Wyrównywanie szans społecznych osób z niepełnosprawnością intelektualną. Uwarunkowania i obszary</w:t>
            </w:r>
            <w:r w:rsidRPr="005B4548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In Plus, Szczecin 2004</w:t>
            </w:r>
          </w:p>
          <w:p w:rsidR="00930035" w:rsidRPr="005B4548" w:rsidRDefault="00930035" w:rsidP="0064516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 xml:space="preserve">Wyczesany J.: </w:t>
            </w:r>
            <w:r w:rsidRPr="005B4548">
              <w:rPr>
                <w:rFonts w:ascii="Corbel" w:hAnsi="Corbel"/>
                <w:i/>
                <w:sz w:val="24"/>
                <w:szCs w:val="24"/>
              </w:rPr>
              <w:t>Pedagogika upośledzonych umysłowo,. Wybrane zagadnienia</w:t>
            </w:r>
            <w:r w:rsidRPr="005B4548">
              <w:rPr>
                <w:rFonts w:ascii="Corbel" w:hAnsi="Corbel"/>
                <w:sz w:val="24"/>
                <w:szCs w:val="24"/>
              </w:rPr>
              <w:t>. Oficyna Wydawnicza „Impuls”, Kraków, 2007.</w:t>
            </w:r>
          </w:p>
        </w:tc>
      </w:tr>
      <w:tr w:rsidR="0085747A" w:rsidRPr="005B4548" w:rsidTr="0064516D">
        <w:trPr>
          <w:trHeight w:val="397"/>
        </w:trPr>
        <w:tc>
          <w:tcPr>
            <w:tcW w:w="9639" w:type="dxa"/>
          </w:tcPr>
          <w:p w:rsidR="0085747A" w:rsidRPr="005B4548" w:rsidRDefault="0085747A" w:rsidP="0064516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B4548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30035" w:rsidRPr="005B4548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287" w:hanging="28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Balcerek M.: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Rozwój wychowania i kształcenia dzieci upośledzonych umysłowo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, WSiP, Warszawa 1981.</w:t>
            </w:r>
          </w:p>
          <w:p w:rsidR="00930035" w:rsidRPr="005B4548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287" w:hanging="28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Carr</w:t>
            </w:r>
            <w:proofErr w:type="spellEnd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J.: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Pomoc dziecku upośledzonemu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, PZWL, Warszawa 1984.</w:t>
            </w:r>
          </w:p>
          <w:p w:rsidR="00930035" w:rsidRPr="005B4548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287" w:hanging="28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Smith D.: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Pedagogika specjalna, tom I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nauk.  </w:t>
            </w:r>
            <w:proofErr w:type="spellStart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A.Firkowska</w:t>
            </w:r>
            <w:proofErr w:type="spellEnd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-Mankiewicz, G. Szumski ; tł. J. A. Korbel [i in.]. - Warszawa : Wydaw. APS; Wydaw. Nauk. PWN, 2008</w:t>
            </w:r>
          </w:p>
          <w:p w:rsidR="00930035" w:rsidRPr="005B4548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287" w:hanging="28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Kosakowski Cz.,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Węzłowe problemy pedagogiki specjalnej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2003</w:t>
            </w:r>
          </w:p>
          <w:p w:rsidR="00930035" w:rsidRPr="005B4548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287" w:hanging="28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Patkiewicz</w:t>
            </w:r>
            <w:proofErr w:type="spellEnd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J.,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Zespół Downa-postępy w leczeniu, rehabilitacji i edukacji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Wydawnictwo </w:t>
            </w:r>
            <w:proofErr w:type="spellStart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Typoscript</w:t>
            </w:r>
            <w:proofErr w:type="spellEnd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. Wrocław 2008</w:t>
            </w:r>
          </w:p>
          <w:p w:rsidR="00930035" w:rsidRPr="005B4548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287" w:hanging="28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Karwowska M.,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Macierzyństwo wobec dziecka niepełnosprawnego intelektualnie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Wyd. UKW Bydgoszcz 2007.</w:t>
            </w:r>
          </w:p>
          <w:p w:rsidR="00930035" w:rsidRPr="005B4548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287" w:hanging="28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Karwowska M.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Wspieranie rodziny dziecka niepełnosprawnego umysłowo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, Oficyna Wydawnicza Impuls, Kraków 2003.</w:t>
            </w:r>
          </w:p>
          <w:p w:rsidR="00930035" w:rsidRPr="005B4548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287" w:hanging="28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Kowalik S.: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Rehabilitacja upośledzonych umysłowo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wyd. 2, PWN, Warszawa 1984. </w:t>
            </w:r>
          </w:p>
          <w:p w:rsidR="0064516D" w:rsidRPr="005B4548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287" w:hanging="28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Pisula E.,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Rodzice i rodzeństwo dzieci z zaburzeniami rozwoju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, UW. Warszawa  2007.</w:t>
            </w:r>
          </w:p>
          <w:p w:rsidR="00930035" w:rsidRPr="005B4548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459" w:hanging="455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hAnsi="Corbel"/>
                <w:sz w:val="24"/>
                <w:szCs w:val="24"/>
                <w:lang w:eastAsia="pl-PL"/>
              </w:rPr>
              <w:t xml:space="preserve">Wyczesany J.: </w:t>
            </w:r>
            <w:r w:rsidRPr="005B4548">
              <w:rPr>
                <w:rFonts w:ascii="Corbel" w:hAnsi="Corbel"/>
                <w:i/>
                <w:sz w:val="24"/>
                <w:szCs w:val="24"/>
                <w:lang w:eastAsia="pl-PL"/>
              </w:rPr>
              <w:t>Uczeń o obniżonym poziomie umysłowym w szkole podstawowej</w:t>
            </w:r>
            <w:r w:rsidRPr="005B4548">
              <w:rPr>
                <w:rFonts w:ascii="Corbel" w:hAnsi="Corbel"/>
                <w:sz w:val="24"/>
                <w:szCs w:val="24"/>
                <w:lang w:eastAsia="pl-PL"/>
              </w:rPr>
              <w:t>, WOM, Częstochowa 1993.</w:t>
            </w:r>
          </w:p>
        </w:tc>
      </w:tr>
    </w:tbl>
    <w:p w:rsidR="0085747A" w:rsidRPr="005B4548" w:rsidRDefault="0085747A" w:rsidP="006451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B454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B45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36CB4" w:rsidRPr="005B4548" w:rsidRDefault="00536CB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36CB4" w:rsidRPr="005B4548" w:rsidRDefault="00536CB4" w:rsidP="00536CB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536CB4" w:rsidRPr="005B45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452F" w:rsidRDefault="00E7452F" w:rsidP="00C16ABF">
      <w:pPr>
        <w:spacing w:after="0" w:line="240" w:lineRule="auto"/>
      </w:pPr>
      <w:r>
        <w:separator/>
      </w:r>
    </w:p>
  </w:endnote>
  <w:endnote w:type="continuationSeparator" w:id="0">
    <w:p w:rsidR="00E7452F" w:rsidRDefault="00E745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452F" w:rsidRDefault="00E7452F" w:rsidP="00C16ABF">
      <w:pPr>
        <w:spacing w:after="0" w:line="240" w:lineRule="auto"/>
      </w:pPr>
      <w:r>
        <w:separator/>
      </w:r>
    </w:p>
  </w:footnote>
  <w:footnote w:type="continuationSeparator" w:id="0">
    <w:p w:rsidR="00E7452F" w:rsidRDefault="00E7452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85C4A"/>
    <w:multiLevelType w:val="hybridMultilevel"/>
    <w:tmpl w:val="8EE8C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C700C"/>
    <w:multiLevelType w:val="hybridMultilevel"/>
    <w:tmpl w:val="9C48F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94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486"/>
    <w:rsid w:val="001640A7"/>
    <w:rsid w:val="00164FA7"/>
    <w:rsid w:val="00166A03"/>
    <w:rsid w:val="001718A7"/>
    <w:rsid w:val="001737CF"/>
    <w:rsid w:val="00176083"/>
    <w:rsid w:val="00192F37"/>
    <w:rsid w:val="001A4A40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B4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80D"/>
    <w:rsid w:val="003C0BAE"/>
    <w:rsid w:val="003D18A9"/>
    <w:rsid w:val="003D6CE2"/>
    <w:rsid w:val="003E0101"/>
    <w:rsid w:val="003E1941"/>
    <w:rsid w:val="003E2FE6"/>
    <w:rsid w:val="003E49D5"/>
    <w:rsid w:val="003F205D"/>
    <w:rsid w:val="003F38C0"/>
    <w:rsid w:val="003F5B55"/>
    <w:rsid w:val="00414E3C"/>
    <w:rsid w:val="0041679A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DD7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6CB4"/>
    <w:rsid w:val="00543ACC"/>
    <w:rsid w:val="00547A1F"/>
    <w:rsid w:val="0056696D"/>
    <w:rsid w:val="0059484D"/>
    <w:rsid w:val="005A0855"/>
    <w:rsid w:val="005A3196"/>
    <w:rsid w:val="005B4548"/>
    <w:rsid w:val="005C080F"/>
    <w:rsid w:val="005C55E5"/>
    <w:rsid w:val="005C696A"/>
    <w:rsid w:val="005E6E85"/>
    <w:rsid w:val="005F31D2"/>
    <w:rsid w:val="005F4331"/>
    <w:rsid w:val="0061029B"/>
    <w:rsid w:val="00617230"/>
    <w:rsid w:val="00621CE1"/>
    <w:rsid w:val="00627FC9"/>
    <w:rsid w:val="0064516D"/>
    <w:rsid w:val="0064571E"/>
    <w:rsid w:val="00647FA8"/>
    <w:rsid w:val="00650C5F"/>
    <w:rsid w:val="00654934"/>
    <w:rsid w:val="006620D9"/>
    <w:rsid w:val="00670973"/>
    <w:rsid w:val="00671958"/>
    <w:rsid w:val="00675843"/>
    <w:rsid w:val="00696477"/>
    <w:rsid w:val="006A593B"/>
    <w:rsid w:val="006D050F"/>
    <w:rsid w:val="006D6139"/>
    <w:rsid w:val="006E1CD4"/>
    <w:rsid w:val="006E5D65"/>
    <w:rsid w:val="006F09B1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756"/>
    <w:rsid w:val="0078168C"/>
    <w:rsid w:val="00787C2A"/>
    <w:rsid w:val="00790E27"/>
    <w:rsid w:val="007949A1"/>
    <w:rsid w:val="007A265C"/>
    <w:rsid w:val="007A4022"/>
    <w:rsid w:val="007A6E6E"/>
    <w:rsid w:val="007B7FDF"/>
    <w:rsid w:val="007C3299"/>
    <w:rsid w:val="007C3BCC"/>
    <w:rsid w:val="007C4546"/>
    <w:rsid w:val="007D6E56"/>
    <w:rsid w:val="007E5A94"/>
    <w:rsid w:val="007F4155"/>
    <w:rsid w:val="0081554D"/>
    <w:rsid w:val="00816209"/>
    <w:rsid w:val="0081707E"/>
    <w:rsid w:val="00822EBF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929"/>
    <w:rsid w:val="00916188"/>
    <w:rsid w:val="00923D7D"/>
    <w:rsid w:val="00930035"/>
    <w:rsid w:val="009508DF"/>
    <w:rsid w:val="00950DAC"/>
    <w:rsid w:val="00954A07"/>
    <w:rsid w:val="00997F14"/>
    <w:rsid w:val="009A319C"/>
    <w:rsid w:val="009A78D9"/>
    <w:rsid w:val="009C3E31"/>
    <w:rsid w:val="009C54AE"/>
    <w:rsid w:val="009C788E"/>
    <w:rsid w:val="009D3F3B"/>
    <w:rsid w:val="009E0543"/>
    <w:rsid w:val="009E3B41"/>
    <w:rsid w:val="009E5CF1"/>
    <w:rsid w:val="009F3C5C"/>
    <w:rsid w:val="009F4610"/>
    <w:rsid w:val="00A00ECC"/>
    <w:rsid w:val="00A01B4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1317"/>
    <w:rsid w:val="00AD27D3"/>
    <w:rsid w:val="00AD66D6"/>
    <w:rsid w:val="00AE1160"/>
    <w:rsid w:val="00AE203C"/>
    <w:rsid w:val="00AE2E74"/>
    <w:rsid w:val="00AE5FCB"/>
    <w:rsid w:val="00AF2C1E"/>
    <w:rsid w:val="00AF70B0"/>
    <w:rsid w:val="00B06142"/>
    <w:rsid w:val="00B135B1"/>
    <w:rsid w:val="00B136E1"/>
    <w:rsid w:val="00B3130B"/>
    <w:rsid w:val="00B40ADB"/>
    <w:rsid w:val="00B43B77"/>
    <w:rsid w:val="00B43E80"/>
    <w:rsid w:val="00B4657F"/>
    <w:rsid w:val="00B54CED"/>
    <w:rsid w:val="00B607DB"/>
    <w:rsid w:val="00B66529"/>
    <w:rsid w:val="00B75946"/>
    <w:rsid w:val="00B8056E"/>
    <w:rsid w:val="00B819C8"/>
    <w:rsid w:val="00B82308"/>
    <w:rsid w:val="00B86AA2"/>
    <w:rsid w:val="00B90885"/>
    <w:rsid w:val="00BB520A"/>
    <w:rsid w:val="00BC358B"/>
    <w:rsid w:val="00BC672E"/>
    <w:rsid w:val="00BD3869"/>
    <w:rsid w:val="00BD66E9"/>
    <w:rsid w:val="00BD6FF4"/>
    <w:rsid w:val="00BF2C41"/>
    <w:rsid w:val="00C058B4"/>
    <w:rsid w:val="00C05F44"/>
    <w:rsid w:val="00C131B5"/>
    <w:rsid w:val="00C15490"/>
    <w:rsid w:val="00C16ABF"/>
    <w:rsid w:val="00C170AE"/>
    <w:rsid w:val="00C26CB7"/>
    <w:rsid w:val="00C324C1"/>
    <w:rsid w:val="00C345DA"/>
    <w:rsid w:val="00C36992"/>
    <w:rsid w:val="00C56036"/>
    <w:rsid w:val="00C61DC5"/>
    <w:rsid w:val="00C67E92"/>
    <w:rsid w:val="00C70A26"/>
    <w:rsid w:val="00C766DF"/>
    <w:rsid w:val="00C76F45"/>
    <w:rsid w:val="00C94B98"/>
    <w:rsid w:val="00CA2B96"/>
    <w:rsid w:val="00CA5089"/>
    <w:rsid w:val="00CB6C00"/>
    <w:rsid w:val="00CD6897"/>
    <w:rsid w:val="00CE5BAC"/>
    <w:rsid w:val="00CF25BE"/>
    <w:rsid w:val="00CF78ED"/>
    <w:rsid w:val="00D02B25"/>
    <w:rsid w:val="00D02EBA"/>
    <w:rsid w:val="00D041A6"/>
    <w:rsid w:val="00D17C3C"/>
    <w:rsid w:val="00D26B2C"/>
    <w:rsid w:val="00D27872"/>
    <w:rsid w:val="00D352C9"/>
    <w:rsid w:val="00D35FBA"/>
    <w:rsid w:val="00D41900"/>
    <w:rsid w:val="00D425B2"/>
    <w:rsid w:val="00D428D6"/>
    <w:rsid w:val="00D552B2"/>
    <w:rsid w:val="00D608D1"/>
    <w:rsid w:val="00D74119"/>
    <w:rsid w:val="00D8075B"/>
    <w:rsid w:val="00D8678B"/>
    <w:rsid w:val="00D8750B"/>
    <w:rsid w:val="00D96DED"/>
    <w:rsid w:val="00DA2114"/>
    <w:rsid w:val="00DC2CB5"/>
    <w:rsid w:val="00DE05AC"/>
    <w:rsid w:val="00DE09C0"/>
    <w:rsid w:val="00DE4A14"/>
    <w:rsid w:val="00DF1651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5B2"/>
    <w:rsid w:val="00E742AA"/>
    <w:rsid w:val="00E7452F"/>
    <w:rsid w:val="00E77E88"/>
    <w:rsid w:val="00E8107D"/>
    <w:rsid w:val="00E856DE"/>
    <w:rsid w:val="00E960BB"/>
    <w:rsid w:val="00EA2074"/>
    <w:rsid w:val="00EA4832"/>
    <w:rsid w:val="00EA4E9D"/>
    <w:rsid w:val="00EA5E8C"/>
    <w:rsid w:val="00EC4899"/>
    <w:rsid w:val="00ED03AB"/>
    <w:rsid w:val="00ED32D2"/>
    <w:rsid w:val="00EE1215"/>
    <w:rsid w:val="00EE32DE"/>
    <w:rsid w:val="00EE5457"/>
    <w:rsid w:val="00EF6C82"/>
    <w:rsid w:val="00F070AB"/>
    <w:rsid w:val="00F12AFD"/>
    <w:rsid w:val="00F17567"/>
    <w:rsid w:val="00F2360A"/>
    <w:rsid w:val="00F27A7B"/>
    <w:rsid w:val="00F526AF"/>
    <w:rsid w:val="00F573A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FD47C"/>
  <w15:docId w15:val="{E1438DA9-D524-4A9A-BFC8-C149AD00B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09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0929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0929"/>
    <w:rPr>
      <w:vertAlign w:val="superscript"/>
    </w:rPr>
  </w:style>
  <w:style w:type="character" w:styleId="Odwoaniedelikatne">
    <w:name w:val="Subtle Reference"/>
    <w:basedOn w:val="Domylnaczcionkaakapitu"/>
    <w:uiPriority w:val="31"/>
    <w:qFormat/>
    <w:rsid w:val="00AF70B0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E856DE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2F7FA-D8C4-45B4-A95F-1FCA20B5E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1378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2020-02-01T17:12:00Z</cp:lastPrinted>
  <dcterms:created xsi:type="dcterms:W3CDTF">2020-02-03T08:08:00Z</dcterms:created>
  <dcterms:modified xsi:type="dcterms:W3CDTF">2021-09-06T09:59:00Z</dcterms:modified>
</cp:coreProperties>
</file>